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</w:t>
      </w:r>
      <w:r>
        <w:rPr>
          <w:rFonts w:hint="eastAsia" w:eastAsia="黑体" w:cs="Times New Roman"/>
          <w:sz w:val="32"/>
          <w:szCs w:val="32"/>
          <w:lang w:val="en-US" w:eastAsia="zh-CN"/>
        </w:rPr>
        <w:t>-1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申请项目资金承诺书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firstLine="0" w:firstLineChars="0"/>
        <w:jc w:val="left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市、县（市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>区）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  <w:lang w:eastAsia="zh-CN"/>
        </w:rPr>
        <w:t>工业</w:t>
      </w:r>
      <w:r>
        <w:rPr>
          <w:rFonts w:hint="default" w:ascii="Times New Roman" w:hAnsi="Times New Roman" w:eastAsia="仿宋_GB2312" w:cs="Times New Roman"/>
          <w:sz w:val="32"/>
          <w:szCs w:val="32"/>
          <w:u w:val="single"/>
        </w:rPr>
        <w:t xml:space="preserve">和信息化局（主管部门）名称 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谨就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2026年</w:t>
      </w:r>
      <w:r>
        <w:rPr>
          <w:rFonts w:hint="eastAsia" w:eastAsia="仿宋_GB2312" w:cs="Times New Roman"/>
          <w:color w:val="auto"/>
          <w:sz w:val="32"/>
          <w:szCs w:val="32"/>
          <w:lang w:val="en-US" w:eastAsia="zh-CN"/>
        </w:rPr>
        <w:t>制造强省系列政策项目申报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事宜，做出以下承诺：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保证提交申报材料经过集体决策、流程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合规；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保证所申请的项目未享受过国家或省级奖补；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保证对本级推荐上报项目的软硬件投资金额进行认真审核，确保与企业实际情况相符，没有虚报、夸大投资额以套取财政资金的行为；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</w:rPr>
        <w:t>. 如有隐瞒、虚假等不实情况，愿负相应的责任，并承担由此产生的一切后果。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 （单位公章）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                        主要负责人签字：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国标黑体" w:hAnsi="国标黑体" w:eastAsia="国标黑体" w:cs="国标黑体"/>
          <w:sz w:val="32"/>
          <w:szCs w:val="32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年     月    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国标黑体" w:hAnsi="国标黑体" w:eastAsia="国标黑体" w:cs="国标黑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ind w:left="0" w:firstLine="481" w:firstLineChars="200"/>
        <w:jc w:val="left"/>
        <w:textAlignment w:val="auto"/>
        <w:rPr>
          <w:rFonts w:hint="eastAsia" w:ascii="国标黑体" w:hAnsi="国标黑体" w:eastAsia="国标黑体" w:cs="国标黑体"/>
          <w:color w:val="000000"/>
          <w:sz w:val="32"/>
          <w:szCs w:val="32"/>
        </w:rPr>
      </w:pPr>
      <w:r>
        <w:rPr>
          <w:rFonts w:hint="eastAsia" w:ascii="国标黑体" w:hAnsi="国标黑体" w:eastAsia="国标黑体" w:cs="国标黑体"/>
          <w:b/>
          <w:bCs/>
          <w:color w:val="000000"/>
          <w:sz w:val="24"/>
          <w:szCs w:val="24"/>
          <w:lang w:eastAsia="zh-CN"/>
        </w:rPr>
        <w:t>备注：</w:t>
      </w:r>
      <w:r>
        <w:rPr>
          <w:rFonts w:hint="eastAsia" w:ascii="国标黑体" w:hAnsi="国标黑体" w:eastAsia="国标黑体" w:cs="国标黑体"/>
          <w:color w:val="000000"/>
          <w:sz w:val="24"/>
          <w:szCs w:val="24"/>
        </w:rPr>
        <w:t>技术改造项目贷款贴息可与国家设备更新再贷款贴息项目叠加支持。</w:t>
      </w:r>
    </w:p>
    <w:sectPr>
      <w:footerReference r:id="rId3" w:type="default"/>
      <w:footerReference r:id="rId4" w:type="even"/>
      <w:pgSz w:w="11906" w:h="16838"/>
      <w:pgMar w:top="2098" w:right="1531" w:bottom="1814" w:left="1531" w:header="851" w:footer="1417" w:gutter="0"/>
      <w:pgNumType w:fmt="numberInDash" w:start="19"/>
      <w:cols w:space="425" w:num="1"/>
      <w:docGrid w:type="lines" w:linePitch="5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宋体fal">
    <w:altName w:val="方正书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altName w:val="Noto Sans Syriac Eastern"/>
    <w:panose1 w:val="02040503050406030204"/>
    <w:charset w:val="00"/>
    <w:family w:val="roman"/>
    <w:pitch w:val="default"/>
    <w:sig w:usb0="00000000" w:usb1="00000000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国标黑体">
    <w:altName w:val="方正黑体_GBK"/>
    <w:panose1 w:val="020005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oto Sans Syriac Eastern">
    <w:panose1 w:val="02040503050306020203"/>
    <w:charset w:val="86"/>
    <w:family w:val="auto"/>
    <w:pitch w:val="default"/>
    <w:sig w:usb0="00000000" w:usb1="00000000" w:usb2="00000080" w:usb3="00000000" w:csb0="203E0161" w:csb1="D7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t>- 32 -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BYAAABkcnMv&#10;UEsBAhQAFAAAAAgAh07iQM6pebnPAAAABQEAAA8AAAAAAAAAAQAgAAAAOAAAAGRycy9kb3ducmV2&#10;LnhtbFBLAQIUABQAAAAIAIdO4kBL25QFtgEAAFUDAAAOAAAAAAAAAAEAIAAAADQ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t>- 32 -</w:t>
                    </w:r>
                    <w:r>
                      <w:rPr>
                        <w:rFonts w:hint="eastAsia" w:ascii="仿宋_GB2312" w:hAnsi="仿宋_GB2312" w:eastAsia="仿宋_GB2312" w:cs="仿宋_GB2312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right" w:y="1"/>
      <w:rPr>
        <w:rStyle w:val="8"/>
      </w:rPr>
    </w:pPr>
    <w:r>
      <w:rPr>
        <w:rStyle w:val="8"/>
      </w:rPr>
      <w:fldChar w:fldCharType="begin"/>
    </w:r>
    <w:r>
      <w:rPr>
        <w:rStyle w:val="8"/>
      </w:rPr>
      <w:instrText xml:space="preserve">PAGE  </w:instrText>
    </w:r>
    <w:r>
      <w:rPr>
        <w:rStyle w:val="8"/>
      </w:rPr>
      <w:fldChar w:fldCharType="end"/>
    </w:r>
  </w:p>
  <w:p>
    <w:pPr>
      <w:pStyle w:val="4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D7DB08"/>
    <w:multiLevelType w:val="singleLevel"/>
    <w:tmpl w:val="DBD7DB08"/>
    <w:lvl w:ilvl="0" w:tentative="0">
      <w:start w:val="1"/>
      <w:numFmt w:val="decimal"/>
      <w:suff w:val="nothing"/>
      <w:lvlText w:val="%1．"/>
      <w:lvlJc w:val="left"/>
      <w:pPr>
        <w:ind w:left="-1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oNotHyphenateCaps/>
  <w:drawingGridVerticalSpacing w:val="587"/>
  <w:displayHorizontalDrawingGridEvery w:val="0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1ZWYzMmRkZTZkMmM1ZjNhODE0MTFhMWZiNTRmY2MifQ=="/>
  </w:docVars>
  <w:rsids>
    <w:rsidRoot w:val="00F2357E"/>
    <w:rsid w:val="0010120A"/>
    <w:rsid w:val="00181F0D"/>
    <w:rsid w:val="001E2EA6"/>
    <w:rsid w:val="00361591"/>
    <w:rsid w:val="00462E57"/>
    <w:rsid w:val="00632AAC"/>
    <w:rsid w:val="006F273D"/>
    <w:rsid w:val="00702810"/>
    <w:rsid w:val="007E146A"/>
    <w:rsid w:val="007F1393"/>
    <w:rsid w:val="008E0E0B"/>
    <w:rsid w:val="009E0A93"/>
    <w:rsid w:val="00A9546F"/>
    <w:rsid w:val="00AA61F1"/>
    <w:rsid w:val="00B53F49"/>
    <w:rsid w:val="00B613C9"/>
    <w:rsid w:val="00B9757A"/>
    <w:rsid w:val="00BF4E3A"/>
    <w:rsid w:val="00C4179A"/>
    <w:rsid w:val="00D84B3D"/>
    <w:rsid w:val="00DD4F62"/>
    <w:rsid w:val="00DE01DB"/>
    <w:rsid w:val="00E36185"/>
    <w:rsid w:val="00E624FB"/>
    <w:rsid w:val="00EB2D17"/>
    <w:rsid w:val="00F2357E"/>
    <w:rsid w:val="00F729EF"/>
    <w:rsid w:val="00FC1A7D"/>
    <w:rsid w:val="1FF33A8B"/>
    <w:rsid w:val="2421409E"/>
    <w:rsid w:val="25690317"/>
    <w:rsid w:val="2BB41EF3"/>
    <w:rsid w:val="30972392"/>
    <w:rsid w:val="37FD24F5"/>
    <w:rsid w:val="3BF6537D"/>
    <w:rsid w:val="3DE7B0CE"/>
    <w:rsid w:val="43FB5AD0"/>
    <w:rsid w:val="44240941"/>
    <w:rsid w:val="477F6CB1"/>
    <w:rsid w:val="482B0A38"/>
    <w:rsid w:val="4F7F135A"/>
    <w:rsid w:val="5895268E"/>
    <w:rsid w:val="5E0B3E43"/>
    <w:rsid w:val="64BB02BA"/>
    <w:rsid w:val="7379524A"/>
    <w:rsid w:val="76FDE85B"/>
    <w:rsid w:val="778BBE75"/>
    <w:rsid w:val="77BC98AA"/>
    <w:rsid w:val="77E58EE9"/>
    <w:rsid w:val="7BFF15B6"/>
    <w:rsid w:val="7D9F5242"/>
    <w:rsid w:val="7D9F91E7"/>
    <w:rsid w:val="7FF6EAEC"/>
    <w:rsid w:val="BAEB8F2E"/>
    <w:rsid w:val="CFB73F84"/>
    <w:rsid w:val="D46B1946"/>
    <w:rsid w:val="D7736CBB"/>
    <w:rsid w:val="DF54B361"/>
    <w:rsid w:val="E7ED95F4"/>
    <w:rsid w:val="F3A26909"/>
    <w:rsid w:val="F9617750"/>
    <w:rsid w:val="FAAF5902"/>
    <w:rsid w:val="FBBF3027"/>
    <w:rsid w:val="FF26C591"/>
    <w:rsid w:val="FFD389ED"/>
    <w:rsid w:val="FFEF1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fal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fal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before="100" w:beforeAutospacing="1" w:after="120"/>
    </w:pPr>
    <w:rPr>
      <w:szCs w:val="24"/>
    </w:rPr>
  </w:style>
  <w:style w:type="paragraph" w:styleId="3">
    <w:name w:val="Title"/>
    <w:basedOn w:val="1"/>
    <w:next w:val="1"/>
    <w:qFormat/>
    <w:locked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Cs w:val="32"/>
    </w:rPr>
  </w:style>
  <w:style w:type="paragraph" w:styleId="4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99"/>
    <w:rPr>
      <w:rFonts w:cs="Times New Roman"/>
    </w:rPr>
  </w:style>
  <w:style w:type="character" w:customStyle="1" w:styleId="9">
    <w:name w:val="Footer Char"/>
    <w:basedOn w:val="7"/>
    <w:link w:val="4"/>
    <w:qFormat/>
    <w:locked/>
    <w:uiPriority w:val="99"/>
    <w:rPr>
      <w:rFonts w:ascii="Times New Roman" w:hAnsi="Times New Roman" w:eastAsia="宋体fal" w:cs="Times New Roman"/>
      <w:sz w:val="18"/>
      <w:szCs w:val="18"/>
    </w:rPr>
  </w:style>
  <w:style w:type="character" w:customStyle="1" w:styleId="10">
    <w:name w:val="Header Char"/>
    <w:basedOn w:val="7"/>
    <w:link w:val="5"/>
    <w:qFormat/>
    <w:locked/>
    <w:uiPriority w:val="99"/>
    <w:rPr>
      <w:rFonts w:ascii="Times New Roman" w:hAnsi="Times New Roman" w:eastAsia="宋体fal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Lenovo</Company>
  <Pages>1</Pages>
  <Words>223</Words>
  <Characters>227</Characters>
  <Lines>0</Lines>
  <Paragraphs>0</Paragraphs>
  <TotalTime>1</TotalTime>
  <ScaleCrop>false</ScaleCrop>
  <LinksUpToDate>false</LinksUpToDate>
  <CharactersWithSpaces>396</CharactersWithSpaces>
  <Application>WPS Office_11.8.2.9520_F1E327BC-269C-435d-A152-05C5408002CA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2018-06-06T10:24:00Z</dcterms:created>
  <dc:creator>系统管理员</dc:creator>
  <cp:lastModifiedBy>程梅</cp:lastModifiedBy>
  <cp:lastPrinted>2025-11-02T16:39:00Z</cp:lastPrinted>
  <dcterms:modified xsi:type="dcterms:W3CDTF">2026-02-06T10:18:36Z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2052-11.8.2.9520</vt:lpwstr>
  </property>
  <property fmtid="{D5CDD505-2E9C-101B-9397-08002B2CF9AE}" pid="3" name="ICV">
    <vt:lpwstr>EA575290854FD98C80F1726986611B5F_43</vt:lpwstr>
  </property>
  <property fmtid="{D5CDD505-2E9C-101B-9397-08002B2CF9AE}" pid="4" name="KSOTemplateDocerSaveRecord">
    <vt:lpwstr>eyJoZGlkIjoiNjc1ZWYzMmRkZTZkMmM1ZjNhODE0MTFhMWZiNTRmY2MiLCJ1c2VySWQiOiI0MzgzOTIxMTUifQ==</vt:lpwstr>
  </property>
</Properties>
</file>